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71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071193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07119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71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07119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1193" w:rsidRPr="00071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Поларене  области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071193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071193" w:rsidRPr="000711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0711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462CF" w:rsidRPr="005462C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Провера у</w:t>
            </w:r>
            <w:r w:rsidR="005462C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својености и разумевања градива о  Поларним  областима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5462CF" w:rsidRDefault="00A45210" w:rsidP="005462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46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 основу  провер  усвојеног  занања  извршити  поређење  географских  одлика  Арктика  и Антарктика</w:t>
            </w:r>
          </w:p>
          <w:p w:rsidR="00A45210" w:rsidRPr="00545C96" w:rsidRDefault="00A45210" w:rsidP="005462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D0461E" w:rsidRPr="005F7634" w:rsidRDefault="005462CF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6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-помоћу  карте  света,  глобуса  и  описно  објасни  сличности и  разлике између  Арктика  и  Антарктика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5462CF" w:rsidRPr="005462CF" w:rsidRDefault="005462CF" w:rsidP="005462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5462CF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ГЕ1.1.</w:t>
            </w:r>
            <w:r w:rsidRPr="005462CF">
              <w:rPr>
                <w:rFonts w:ascii="Times New Roman" w:eastAsia="Times New Roman" w:hAnsi="Times New Roman" w:cs="Times New Roman"/>
                <w:sz w:val="24"/>
                <w:szCs w:val="24"/>
                <w:lang w:val="sr-Latn-RS" w:bidi="en-US"/>
              </w:rPr>
              <w:t>2</w:t>
            </w:r>
            <w:r w:rsidRPr="005462CF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. Наводи и описује начине представљања Земљине површине (пореди глобус  и карту света).  </w:t>
            </w:r>
          </w:p>
          <w:p w:rsidR="005462CF" w:rsidRPr="005462CF" w:rsidRDefault="005462CF" w:rsidP="005462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5462CF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ГЕ1.2.2. Описује облик Земље и препознаје појаве и процесе повезане с њеним кретањем.</w:t>
            </w:r>
          </w:p>
          <w:p w:rsidR="005462CF" w:rsidRPr="005462CF" w:rsidRDefault="005462CF" w:rsidP="005462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5462CF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ГЕ1.1.3. Препознаје и чита географске и допунске елементе карте – чита називе мора и острва Арктика</w:t>
            </w:r>
            <w:r w:rsidRPr="005462CF">
              <w:rPr>
                <w:rFonts w:ascii="Times New Roman" w:eastAsia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5462CF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и Антарктика.</w:t>
            </w:r>
          </w:p>
          <w:p w:rsidR="00670648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5462CF" w:rsidRPr="005462CF" w:rsidRDefault="005462CF" w:rsidP="005462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5462CF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ГЕ2.1.1. Одређује стране света на географској карти.</w:t>
            </w:r>
          </w:p>
          <w:p w:rsidR="005462CF" w:rsidRPr="005462CF" w:rsidRDefault="005462CF" w:rsidP="005462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5462CF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ГЕ2.1.2. Одређује положај мора и острва Арктика и Антарктика.</w:t>
            </w:r>
          </w:p>
          <w:p w:rsidR="005462CF" w:rsidRPr="005462CF" w:rsidRDefault="005462CF" w:rsidP="005462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5462CF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ГЕ2.1.4. Приказује понуђене географске податке на немој карти, графикону, табели или схеми.</w:t>
            </w:r>
          </w:p>
          <w:p w:rsidR="005462CF" w:rsidRPr="005462CF" w:rsidRDefault="005462CF" w:rsidP="005462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5462CF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ГЕ2.4.2. Описује географске одлике Арктика и Антарктика.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5462CF" w:rsidRPr="005462CF" w:rsidRDefault="005462CF" w:rsidP="005462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5462CF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ГЕ3.1.1. Анализира карту света и глобус и уочава сличности и разлике у географском положају Арктика и Антарктика. </w:t>
            </w:r>
          </w:p>
          <w:p w:rsidR="00664F16" w:rsidRPr="005462CF" w:rsidRDefault="005462CF" w:rsidP="005462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5462CF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ГЕ3.4.3. Објашњава и разуме сличности и разлике у географским одликама Арктика и Антарктика. Уочава и објашњава њихове природне потенцијале и значај за човечанство.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546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5462C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</w:t>
            </w:r>
            <w:r w:rsidR="00546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света,  глобус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546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биологија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5462CF" w:rsidP="005462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Саопштавамо  ученицима </w:t>
            </w:r>
            <w:r w:rsidRPr="00546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ће час бити посвећен утврђивању и примени стечених знања о географским одликама Арктика и Антарктика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46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AF483A" w:rsidRDefault="00545C96" w:rsidP="00AF483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Pr="00545C96" w:rsidRDefault="00AF483A" w:rsidP="00546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8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Тражимо  да  ученици  припреме своје  географске  атласе,  Вежбанке  и  </w:t>
            </w:r>
            <w:r w:rsidRPr="00AF48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свеске.Саопштавамо  им  да  су  на  табли  исписан</w:t>
            </w:r>
            <w:r w:rsidR="00CC6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 питања на  које  треба  да  </w:t>
            </w:r>
            <w:r w:rsidRPr="00AF48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дају  одговоре  уз  помоћ  атласа  и  Вежбанке, у  којој  су  претходно (код  куће)  урадили  </w:t>
            </w:r>
            <w:r w:rsidR="00CC6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тражене  задатке.Дато  је   седам</w:t>
            </w:r>
            <w:r w:rsidRPr="00AF48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питања  чијим  ће  решавањем  ученици    бити  у  стању  да  упореде основне  географске  одлике  Арктика  и  Антарктика.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 бележе  своје  одговоре  у  свеску,  на  једном листу  оне  који  се  односе  на  Арктик,  на  другом оне које  се  односе  на  Антарктик.</w:t>
            </w:r>
            <w:r w:rsidRPr="00AF48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Контролишемо и усмеравамо  рад ученика.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CC67B1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Дајемо  тачне  одговоре  на  питања и  налог  да их  ученици код куће  упореде    са   својим  одговорима и изврше  самоевалуацију.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CC67B1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</w:t>
            </w:r>
            <w:r w:rsidR="00CC6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ПОЛАРНЕ  ОБЛАСТИ</w:t>
            </w:r>
          </w:p>
          <w:p w:rsidR="00CC67B1" w:rsidRDefault="00CC67B1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6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Пиатања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CC67B1" w:rsidRDefault="00CC67B1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1.Одакле  потиче  назив  Арктик/Антарктик?</w:t>
            </w:r>
          </w:p>
          <w:p w:rsidR="00CC67B1" w:rsidRDefault="00CC67B1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2.Који  континненти/океани  окружују  Арктик/Антарктик?</w:t>
            </w:r>
          </w:p>
          <w:p w:rsidR="00CC67B1" w:rsidRDefault="00CC67B1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3.Где  се тачно  налази  Северни/Јужни  пол?</w:t>
            </w:r>
          </w:p>
          <w:p w:rsidR="00CC67B1" w:rsidRDefault="00CC67B1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4.Укратко  наведи  одлике  климе  Арктика/Антарктика.</w:t>
            </w:r>
          </w:p>
          <w:p w:rsidR="001C6C13" w:rsidRDefault="00CC67B1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5.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Наведи  карактеристичне  животињске  врсте  Арктика /Антарктика.</w:t>
            </w:r>
          </w:p>
          <w:p w:rsidR="00CC67B1" w:rsidRDefault="00CC67B1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6.Ко  је  и  када  први  стигао  на  Северни/Јужни  пол?</w:t>
            </w:r>
          </w:p>
          <w:p w:rsidR="00606767" w:rsidRPr="00CC67B1" w:rsidRDefault="00CC67B1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7.Коме  припада  простор Арктика/Антарктика?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71193"/>
    <w:rsid w:val="000D1454"/>
    <w:rsid w:val="00177289"/>
    <w:rsid w:val="001C6C13"/>
    <w:rsid w:val="002365E8"/>
    <w:rsid w:val="003321C2"/>
    <w:rsid w:val="00391413"/>
    <w:rsid w:val="003F1D6D"/>
    <w:rsid w:val="00417219"/>
    <w:rsid w:val="00466279"/>
    <w:rsid w:val="004C7CD5"/>
    <w:rsid w:val="00545C96"/>
    <w:rsid w:val="005462CF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F0F0B"/>
    <w:rsid w:val="00942ED0"/>
    <w:rsid w:val="0096516D"/>
    <w:rsid w:val="00A17F87"/>
    <w:rsid w:val="00A45210"/>
    <w:rsid w:val="00A47E59"/>
    <w:rsid w:val="00AB78A4"/>
    <w:rsid w:val="00AF483A"/>
    <w:rsid w:val="00B37DAE"/>
    <w:rsid w:val="00B80B22"/>
    <w:rsid w:val="00BA107D"/>
    <w:rsid w:val="00BF20E4"/>
    <w:rsid w:val="00C379D6"/>
    <w:rsid w:val="00C70D9C"/>
    <w:rsid w:val="00C81044"/>
    <w:rsid w:val="00CC0911"/>
    <w:rsid w:val="00CC67B1"/>
    <w:rsid w:val="00D0461E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5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26417-2A0D-4150-BF50-C62F551F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0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2</cp:revision>
  <dcterms:created xsi:type="dcterms:W3CDTF">2020-07-06T09:19:00Z</dcterms:created>
  <dcterms:modified xsi:type="dcterms:W3CDTF">2020-07-06T09:19:00Z</dcterms:modified>
</cp:coreProperties>
</file>